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52C5BF34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D87E6A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D87E6A">
        <w:rPr>
          <w:rFonts w:ascii="Corbel" w:hAnsi="Corbel"/>
          <w:i/>
          <w:smallCaps/>
          <w:sz w:val="24"/>
          <w:szCs w:val="24"/>
        </w:rPr>
        <w:t>4</w:t>
      </w:r>
    </w:p>
    <w:p w14:paraId="398696FC" w14:textId="3487B929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B47C84">
        <w:rPr>
          <w:rFonts w:ascii="Corbel" w:hAnsi="Corbel"/>
          <w:sz w:val="20"/>
          <w:szCs w:val="20"/>
        </w:rPr>
        <w:t>2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B47C84">
        <w:rPr>
          <w:rFonts w:ascii="Corbel" w:hAnsi="Corbel"/>
          <w:sz w:val="20"/>
          <w:szCs w:val="20"/>
        </w:rPr>
        <w:t>3</w:t>
      </w:r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21806A0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1913B5AF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09B9E088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Mikrofinanse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0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1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43D83D65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BA1407D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CeDeWu,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CeDeWu,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Difin,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ED397" w14:textId="77777777" w:rsidR="00EF2C05" w:rsidRDefault="00EF2C05" w:rsidP="00C16ABF">
      <w:pPr>
        <w:spacing w:after="0" w:line="240" w:lineRule="auto"/>
      </w:pPr>
      <w:r>
        <w:separator/>
      </w:r>
    </w:p>
  </w:endnote>
  <w:endnote w:type="continuationSeparator" w:id="0">
    <w:p w14:paraId="7442786B" w14:textId="77777777" w:rsidR="00EF2C05" w:rsidRDefault="00EF2C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FA19E" w14:textId="77777777" w:rsidR="00EF2C05" w:rsidRDefault="00EF2C05" w:rsidP="00C16ABF">
      <w:pPr>
        <w:spacing w:after="0" w:line="240" w:lineRule="auto"/>
      </w:pPr>
      <w:r>
        <w:separator/>
      </w:r>
    </w:p>
  </w:footnote>
  <w:footnote w:type="continuationSeparator" w:id="0">
    <w:p w14:paraId="0EE90455" w14:textId="77777777" w:rsidR="00EF2C05" w:rsidRDefault="00EF2C05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425B2"/>
    <w:rsid w:val="00D428D6"/>
    <w:rsid w:val="00D552B2"/>
    <w:rsid w:val="00D608D1"/>
    <w:rsid w:val="00D74119"/>
    <w:rsid w:val="00D8075B"/>
    <w:rsid w:val="00D86201"/>
    <w:rsid w:val="00D8678B"/>
    <w:rsid w:val="00D87E6A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EF2C0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A4E178-DFFD-4184-BD3D-F329819F50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953</Words>
  <Characters>5720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2020-12-15T14:14:00Z</dcterms:created>
  <dcterms:modified xsi:type="dcterms:W3CDTF">2021-11-03T20:52:00Z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